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7D174F74" w14:textId="77777777" w:rsidR="00214CCB" w:rsidRDefault="00214CCB" w:rsidP="00130210">
      <w:pPr>
        <w:pStyle w:val="Obsah2"/>
        <w:rPr>
          <w:b/>
          <w:color w:val="FF5200" w:themeColor="accent2"/>
          <w:sz w:val="36"/>
          <w:szCs w:val="36"/>
        </w:rPr>
      </w:pPr>
      <w:r w:rsidRPr="00214CCB">
        <w:rPr>
          <w:b/>
          <w:color w:val="FF5200" w:themeColor="accent2"/>
          <w:sz w:val="36"/>
          <w:szCs w:val="36"/>
        </w:rPr>
        <w:t>Krycí list nabídky k veřejné zakázce s názvem „Vyhotovení projektu PPK na TÚ 1501 v úseku Choceň (včetně) – Pardubice (mimo) – Kolín-dílny (mimo)“ vedené pod č.j. 2093/2024-SŽ-SŽG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30886F01" w:rsidR="00633D9C" w:rsidRDefault="00A93A74" w:rsidP="00130210">
          <w:pPr>
            <w:pStyle w:val="Obsah2"/>
          </w:pPr>
          <w:r>
            <w:t>Obsah</w:t>
          </w:r>
        </w:p>
        <w:p w14:paraId="057AD668" w14:textId="369F945E" w:rsidR="00214CCB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6759292" w:history="1">
            <w:r w:rsidR="00214CCB" w:rsidRPr="00641B2B">
              <w:rPr>
                <w:rStyle w:val="Hypertextovodkaz"/>
                <w:noProof/>
              </w:rPr>
              <w:t>Kapitola 1.</w:t>
            </w:r>
            <w:r w:rsidR="00214CC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14CCB" w:rsidRPr="00641B2B">
              <w:rPr>
                <w:rStyle w:val="Hypertextovodkaz"/>
                <w:noProof/>
              </w:rPr>
              <w:t>Základní údaje k nabídce</w:t>
            </w:r>
            <w:r w:rsidR="00214CCB">
              <w:rPr>
                <w:noProof/>
                <w:webHidden/>
              </w:rPr>
              <w:tab/>
            </w:r>
            <w:r w:rsidR="00214CCB">
              <w:rPr>
                <w:noProof/>
                <w:webHidden/>
              </w:rPr>
              <w:fldChar w:fldCharType="begin"/>
            </w:r>
            <w:r w:rsidR="00214CCB">
              <w:rPr>
                <w:noProof/>
                <w:webHidden/>
              </w:rPr>
              <w:instrText xml:space="preserve"> PAGEREF _Toc166759292 \h </w:instrText>
            </w:r>
            <w:r w:rsidR="00214CCB">
              <w:rPr>
                <w:noProof/>
                <w:webHidden/>
              </w:rPr>
            </w:r>
            <w:r w:rsidR="00214CCB">
              <w:rPr>
                <w:noProof/>
                <w:webHidden/>
              </w:rPr>
              <w:fldChar w:fldCharType="separate"/>
            </w:r>
            <w:r w:rsidR="002224B9">
              <w:rPr>
                <w:noProof/>
                <w:webHidden/>
              </w:rPr>
              <w:t>2</w:t>
            </w:r>
            <w:r w:rsidR="00214CCB">
              <w:rPr>
                <w:noProof/>
                <w:webHidden/>
              </w:rPr>
              <w:fldChar w:fldCharType="end"/>
            </w:r>
          </w:hyperlink>
        </w:p>
        <w:p w14:paraId="547FFB1E" w14:textId="4DFE1E74" w:rsidR="00214CCB" w:rsidRDefault="00214CC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759293" w:history="1">
            <w:r w:rsidRPr="00641B2B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41B2B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_Toc166759293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24B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D19599" w14:textId="2DA10017" w:rsidR="00214CCB" w:rsidRDefault="00214CC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759294" w:history="1">
            <w:r w:rsidRPr="00641B2B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41B2B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_Toc166759294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24B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64F769" w14:textId="072A7FF5" w:rsidR="00214CCB" w:rsidRDefault="00214CC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759295" w:history="1">
            <w:r w:rsidRPr="00641B2B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41B2B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_Toc166759295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24B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42F0A" w14:textId="148A86DD" w:rsidR="00214CCB" w:rsidRDefault="00214CC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759296" w:history="1">
            <w:r w:rsidRPr="00641B2B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41B2B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_Toc166759296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24B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3D7FCE" w14:textId="2B20E400" w:rsidR="00214CCB" w:rsidRDefault="00214CC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759297" w:history="1">
            <w:r w:rsidRPr="00641B2B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41B2B">
              <w:rPr>
                <w:rStyle w:val="Hypertextovodkaz"/>
                <w:noProof/>
              </w:rPr>
              <w:t>Čestné</w:t>
            </w:r>
            <w:r w:rsidRPr="00641B2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_Toc166759297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24B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5CCE56" w14:textId="155DA380" w:rsidR="00214CCB" w:rsidRDefault="00214CC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759298" w:history="1">
            <w:r w:rsidRPr="00641B2B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41B2B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_Toc166759298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24B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64A48A" w14:textId="36FD5580" w:rsidR="00214CCB" w:rsidRDefault="00214CC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759299" w:history="1">
            <w:r w:rsidRPr="00641B2B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41B2B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_Toc166759299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24B9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C09202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6759292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68FAE114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14CCB">
        <w:rPr>
          <w:rFonts w:eastAsia="Times New Roman" w:cs="Times New Roman"/>
          <w:lang w:eastAsia="cs-CZ"/>
        </w:rPr>
        <w:t>podlimitní sektorovou veřejnou zakázku</w:t>
      </w:r>
      <w:r w:rsidRPr="00214CCB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224B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224B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6759293"/>
      <w:r>
        <w:lastRenderedPageBreak/>
        <w:t>Ceník</w:t>
      </w:r>
      <w:bookmarkEnd w:id="1"/>
    </w:p>
    <w:p w14:paraId="3E5E9B0F" w14:textId="71EA8FAE" w:rsidR="007E5951" w:rsidRPr="002072A0" w:rsidRDefault="00214CCB" w:rsidP="007E5951">
      <w:pPr>
        <w:rPr>
          <w:rStyle w:val="Siln"/>
          <w:b w:val="0"/>
          <w:bCs w:val="0"/>
        </w:rPr>
      </w:pPr>
      <w:r w:rsidRPr="00214CCB">
        <w:rPr>
          <w:rStyle w:val="Siln"/>
          <w:b w:val="0"/>
          <w:bCs w:val="0"/>
        </w:rPr>
        <w:t>Za účelem stanovení celkové nabídkové ceny bude účastníkem vyplněna příloha č. 2 (budoucí příloha č. 3 Závazného vzoru smlouvy) Výzvy k podání nabídky</w:t>
      </w:r>
      <w:r w:rsidR="002072A0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6759294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675929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675929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675929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66759298"/>
      <w:r w:rsidRPr="00E85D44">
        <w:t>Čestné prohlášení o splnění technické kvalifikace</w:t>
      </w:r>
      <w:bookmarkEnd w:id="6"/>
    </w:p>
    <w:p w14:paraId="71002640" w14:textId="3DCF9E4F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E85D44" w:rsidRPr="00214CCB">
        <w:rPr>
          <w:lang w:eastAsia="cs-CZ"/>
        </w:rPr>
        <w:t xml:space="preserve">alespoň </w:t>
      </w:r>
      <w:r w:rsidR="00214CCB" w:rsidRPr="00214CCB">
        <w:rPr>
          <w:lang w:eastAsia="cs-CZ"/>
        </w:rPr>
        <w:t>1</w:t>
      </w:r>
      <w:r w:rsidR="00E85D44" w:rsidRPr="00214CCB">
        <w:rPr>
          <w:lang w:eastAsia="cs-CZ"/>
        </w:rPr>
        <w:t xml:space="preserve"> významn</w:t>
      </w:r>
      <w:r w:rsidR="00214CCB" w:rsidRPr="00214CCB">
        <w:rPr>
          <w:lang w:eastAsia="cs-CZ"/>
        </w:rPr>
        <w:t>ou</w:t>
      </w:r>
      <w:r w:rsidR="00E85D44" w:rsidRPr="00214CCB">
        <w:rPr>
          <w:lang w:eastAsia="cs-CZ"/>
        </w:rPr>
        <w:t xml:space="preserve"> služ</w:t>
      </w:r>
      <w:r w:rsidR="00214CCB" w:rsidRPr="00214CCB">
        <w:rPr>
          <w:lang w:eastAsia="cs-CZ"/>
        </w:rPr>
        <w:t>bu</w:t>
      </w:r>
      <w:r w:rsidR="00E85D44">
        <w:rPr>
          <w:lang w:eastAsia="cs-CZ"/>
        </w:rPr>
        <w:t xml:space="preserve"> definovan</w:t>
      </w:r>
      <w:r w:rsidR="00214CCB">
        <w:rPr>
          <w:lang w:eastAsia="cs-CZ"/>
        </w:rPr>
        <w:t>ou</w:t>
      </w:r>
      <w:r w:rsidR="00E85D44">
        <w:rPr>
          <w:lang w:eastAsia="cs-CZ"/>
        </w:rPr>
        <w:t xml:space="preserve"> v čl. </w:t>
      </w:r>
      <w:r w:rsidR="00214CCB">
        <w:rPr>
          <w:lang w:eastAsia="cs-CZ"/>
        </w:rPr>
        <w:t>9.5.3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nabídky </w:t>
      </w:r>
      <w:r w:rsidR="00214CCB">
        <w:rPr>
          <w:lang w:eastAsia="cs-CZ"/>
        </w:rPr>
        <w:t>v</w:t>
      </w:r>
      <w:r w:rsidR="00E85D44">
        <w:rPr>
          <w:lang w:eastAsia="cs-CZ"/>
        </w:rPr>
        <w:t xml:space="preserve"> hodnotě </w:t>
      </w:r>
      <w:r w:rsidR="00214CCB">
        <w:rPr>
          <w:lang w:eastAsia="cs-CZ"/>
        </w:rPr>
        <w:t>500 000</w:t>
      </w:r>
      <w:r w:rsidR="00E85D44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66759299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E3649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BB66E3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7407A1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6931EE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5D986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A57607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14CCB"/>
    <w:rsid w:val="002224B9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447B6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55660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A72B6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10</Pages>
  <Words>1339</Words>
  <Characters>7905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4</cp:revision>
  <cp:lastPrinted>2024-05-16T11:41:00Z</cp:lastPrinted>
  <dcterms:created xsi:type="dcterms:W3CDTF">2024-05-16T11:35:00Z</dcterms:created>
  <dcterms:modified xsi:type="dcterms:W3CDTF">2024-05-16T11:42:00Z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